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023EA7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18097D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52542B">
        <w:rPr>
          <w:sz w:val="44"/>
          <w:szCs w:val="44"/>
        </w:rPr>
        <w:t>MPDU_</w:t>
      </w:r>
      <w:r>
        <w:rPr>
          <w:sz w:val="44"/>
          <w:szCs w:val="44"/>
        </w:rPr>
        <w:t>TC_010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A5188E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August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023EA7" w:rsidP="00EB4B73">
            <w:r>
              <w:t>08/22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023EA7" w:rsidP="00665245">
            <w:r>
              <w:t>08/22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B27F8C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B27F8C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B27F8C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B27F8C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D56AB0">
        <w:t>OneVA</w:t>
      </w:r>
      <w:proofErr w:type="spellEnd"/>
      <w:r w:rsidR="00D56AB0">
        <w:t xml:space="preserve"> Pharmacy will</w:t>
      </w:r>
      <w:r w:rsidR="00D56AB0" w:rsidRPr="00D56AB0">
        <w:t xml:space="preserve"> block prescriptions marked as “Titration” from being refilled at the dispensing site so that titration prescriptions can be properly dispensed.  </w:t>
      </w:r>
      <w:r w:rsidR="00DC6C34"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056F08" w:rsidRPr="00D56AB0" w:rsidRDefault="00CE378A" w:rsidP="006131A6">
      <w:r w:rsidRPr="00D56AB0">
        <w:t xml:space="preserve">As a VA Pharmacist I need the </w:t>
      </w:r>
      <w:proofErr w:type="spellStart"/>
      <w:r w:rsidRPr="00D56AB0">
        <w:t>OneVA</w:t>
      </w:r>
      <w:proofErr w:type="spellEnd"/>
      <w:r w:rsidRPr="00D56AB0">
        <w:t xml:space="preserve"> Pharmacy to block prescriptions marked as “Titration” from being refilled at the dispensing site so that titration prescriptions can be properly dispensed. </w:t>
      </w:r>
      <w:r w:rsidR="006131A6" w:rsidRPr="00D56AB0">
        <w:t xml:space="preserve"> </w:t>
      </w:r>
      <w:bookmarkStart w:id="4" w:name="_Toc489564996"/>
      <w:bookmarkStart w:id="5" w:name="_Toc489565055"/>
    </w:p>
    <w:p w:rsidR="00F16735" w:rsidRDefault="00F16735" w:rsidP="00056F08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0C61BD" w:rsidRDefault="000C61BD" w:rsidP="000C61BD">
      <w:pPr>
        <w:pStyle w:val="ListBullet"/>
        <w:numPr>
          <w:ilvl w:val="0"/>
          <w:numId w:val="21"/>
        </w:numPr>
      </w:pPr>
      <w:r>
        <w:t>Prescriptions marked as “Titration” are blocked from being refilled at the dispensing site.</w:t>
      </w:r>
    </w:p>
    <w:p w:rsidR="000C61BD" w:rsidRDefault="000C61BD" w:rsidP="000C61BD">
      <w:pPr>
        <w:pStyle w:val="ListBullet"/>
        <w:numPr>
          <w:ilvl w:val="0"/>
          <w:numId w:val="21"/>
        </w:numPr>
      </w:pPr>
      <w:r>
        <w:t>When the refill is blocked, the system should display to the user the following message: "Cannot refill prescription - type is Titration. You may request a partial fill."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1338DB">
              <w:t>MPDU_</w:t>
            </w:r>
            <w:r>
              <w:t>TC_0</w:t>
            </w:r>
            <w:r w:rsidR="00FF2823">
              <w:t>10</w:t>
            </w:r>
            <w:r w:rsidR="001338DB">
              <w:t xml:space="preserve">_ </w:t>
            </w:r>
            <w:proofErr w:type="spellStart"/>
            <w:r w:rsidR="00144D45" w:rsidRPr="00144D45">
              <w:t>OneVA</w:t>
            </w:r>
            <w:proofErr w:type="spellEnd"/>
            <w:r w:rsidR="00144D45" w:rsidRPr="00144D45">
              <w:t xml:space="preserve"> Pharmacy - Allow Partial Fill of Titration Prescriptions at Dispensing Site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34545" w:rsidRDefault="001707E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07E9">
              <w:t>55434</w:t>
            </w:r>
            <w:r>
              <w:t>5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1707E9" w:rsidRDefault="002351A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07E9">
              <w:t>9209</w:t>
            </w:r>
            <w:r w:rsidR="00DD4758" w:rsidRPr="001707E9">
              <w:t>9</w:t>
            </w:r>
            <w:r w:rsidR="001707E9" w:rsidRPr="001707E9">
              <w:t>1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34545" w:rsidRDefault="005140F7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140F7">
              <w:t>156152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586A9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Joe McGovern</w:t>
            </w:r>
            <w:r w:rsidR="00210B49">
              <w:t xml:space="preserve">, </w:t>
            </w:r>
            <w:r w:rsidR="00FC37BC"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A17DC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17DC">
              <w:t>PSO_7_497_20170825A.KID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34545" w:rsidRDefault="00CE378A" w:rsidP="00197F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E378A">
              <w:t>OneVA</w:t>
            </w:r>
            <w:proofErr w:type="spellEnd"/>
            <w:r w:rsidRPr="00CE378A">
              <w:t xml:space="preserve"> Pharmacy - </w:t>
            </w:r>
            <w:r w:rsidR="00197FEE" w:rsidRPr="00197FEE">
              <w:t>Allow Partial Fill of Titration Prescriptions at Dispensing Site</w:t>
            </w:r>
            <w:bookmarkStart w:id="6" w:name="_GoBack"/>
            <w:bookmarkEnd w:id="6"/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34545" w:rsidRDefault="005140F7" w:rsidP="005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140F7">
              <w:t xml:space="preserve">As a VA Pharmacist I need the </w:t>
            </w:r>
            <w:proofErr w:type="spellStart"/>
            <w:r w:rsidRPr="005140F7">
              <w:t>OneVA</w:t>
            </w:r>
            <w:proofErr w:type="spellEnd"/>
            <w:r w:rsidRPr="005140F7">
              <w:t xml:space="preserve"> Pharmacy to allow prescriptions marked as “Titration” to be partially filled at the dispensing site so that titration prescriptions can be properly dispensed.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1337E" w:rsidP="00EB4B73">
            <w:r>
              <w:t>Pre-Condition</w:t>
            </w:r>
            <w:r w:rsidR="001338DB">
              <w:t xml:space="preserve">                          </w:t>
            </w:r>
          </w:p>
        </w:tc>
        <w:tc>
          <w:tcPr>
            <w:tcW w:w="7218" w:type="dxa"/>
          </w:tcPr>
          <w:p w:rsidR="00BE6DA0" w:rsidRDefault="00BE6DA0" w:rsidP="00BE6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E6DA0" w:rsidRDefault="00BE6DA0" w:rsidP="00BE6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Pharmacist must have an active </w:t>
            </w:r>
            <w:proofErr w:type="spellStart"/>
            <w:r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Program.</w:t>
            </w:r>
          </w:p>
          <w:p w:rsidR="00BE6DA0" w:rsidRDefault="00BE6DA0" w:rsidP="00BE6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E6DA0" w:rsidRDefault="00BE6DA0" w:rsidP="00BE6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OneVa</w:t>
            </w:r>
            <w:proofErr w:type="spellEnd"/>
            <w:r>
              <w:t xml:space="preserve"> Pharmacy flag must be turned on at both host and dispensing sites.</w:t>
            </w:r>
          </w:p>
          <w:p w:rsidR="00BE6DA0" w:rsidRDefault="00BE6DA0" w:rsidP="00BE6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348F" w:rsidRPr="00EB4B73" w:rsidRDefault="00BE6DA0" w:rsidP="00BE6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At least one prescription should exist for the target patient. This prescription needs to have a </w:t>
            </w:r>
            <w:proofErr w:type="gramStart"/>
            <w:r>
              <w:t>" Titration</w:t>
            </w:r>
            <w:proofErr w:type="gramEnd"/>
            <w:r>
              <w:t xml:space="preserve"> Prescriptions " allowed to be partially filled by a remote </w:t>
            </w:r>
            <w:proofErr w:type="spellStart"/>
            <w:r>
              <w:t>OneVA</w:t>
            </w:r>
            <w:proofErr w:type="spellEnd"/>
            <w:r>
              <w:t xml:space="preserve"> pharmacy location.</w:t>
            </w: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0E07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07DC">
              <w:t xml:space="preserve">Upon entry of valid access and verify codes on </w:t>
            </w:r>
            <w:proofErr w:type="spellStart"/>
            <w:r w:rsidRPr="000E07DC">
              <w:t>OutPatient</w:t>
            </w:r>
            <w:proofErr w:type="spellEnd"/>
            <w:r w:rsidRPr="000E07DC">
              <w:t xml:space="preserve"> Pharmacy Prescription Processing system and processing will allow partial fill of Titration Prescriptions by a remote </w:t>
            </w:r>
            <w:proofErr w:type="spellStart"/>
            <w:r w:rsidRPr="000E07DC">
              <w:t>OneVA</w:t>
            </w:r>
            <w:proofErr w:type="spellEnd"/>
            <w:r w:rsidRPr="000E07DC">
              <w:t xml:space="preserve"> pharmacy location.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ayout w:type="fixed"/>
        <w:tblLook w:val="04A0" w:firstRow="1" w:lastRow="0" w:firstColumn="1" w:lastColumn="0" w:noHBand="0" w:noVBand="1"/>
      </w:tblPr>
      <w:tblGrid>
        <w:gridCol w:w="918"/>
        <w:gridCol w:w="7201"/>
        <w:gridCol w:w="810"/>
        <w:gridCol w:w="647"/>
      </w:tblGrid>
      <w:tr w:rsidR="00FA5037" w:rsidRPr="00457F69" w:rsidTr="003D08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760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FA5037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A5037" w:rsidRPr="00067430" w:rsidRDefault="00D21F5C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</w:t>
            </w:r>
            <w:proofErr w:type="gramStart"/>
            <w:r w:rsidRPr="00D21F5C">
              <w:rPr>
                <w:color w:val="auto"/>
              </w:rPr>
              <w:t>CHYSHR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3E19BB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2A03B5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0011F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0011F" w:rsidRPr="00067430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D21F5C">
              <w:rPr>
                <w:color w:val="auto"/>
              </w:rPr>
              <w:t>OneVa</w:t>
            </w:r>
            <w:proofErr w:type="spellEnd"/>
            <w:r w:rsidRPr="00D21F5C">
              <w:rPr>
                <w:color w:val="auto"/>
              </w:rPr>
              <w:t xml:space="preserve"> pharmacy instance.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EE6EFD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EE6EFD" w:rsidRPr="00067430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86B4F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86B4F" w:rsidRPr="00067430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‘Right Margin’,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3F5B94" w:rsidRPr="008543A8" w:rsidRDefault="003F5B94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3F5B94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F5B94" w:rsidRPr="00067430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F5B94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21F5C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50DA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FF50DA" w:rsidRPr="008543A8" w:rsidRDefault="00FF50DA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F50DA" w:rsidRPr="00067430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21F5C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4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5E2B16" w:rsidRPr="008543A8" w:rsidRDefault="00706BC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Pr="00067430" w:rsidRDefault="00C7252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‘Rx (Prescriptions)’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may be prompted for order summary.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C72523" w:rsidRPr="008543A8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Pr="00067430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706BC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Patient ‘Prescription Processing’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FF50D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706BC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When prompted ‘Select </w:t>
            </w:r>
            <w:proofErr w:type="gramStart"/>
            <w:r w:rsidRPr="00FF50DA">
              <w:rPr>
                <w:color w:val="auto"/>
              </w:rPr>
              <w:t>PATIENT:’,</w:t>
            </w:r>
            <w:proofErr w:type="gramEnd"/>
            <w:r w:rsidRPr="00FF50DA">
              <w:rPr>
                <w:color w:val="auto"/>
              </w:rPr>
              <w:t xml:space="preserve"> enter the name of the patient.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F96199" w:rsidRPr="008543A8" w:rsidRDefault="00706BC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HDR query is made to gather </w:t>
            </w:r>
            <w:proofErr w:type="spellStart"/>
            <w:r w:rsidRPr="00FF50DA">
              <w:rPr>
                <w:color w:val="auto"/>
              </w:rPr>
              <w:t>OneVA</w:t>
            </w:r>
            <w:proofErr w:type="spellEnd"/>
            <w:r w:rsidRPr="00FF50DA">
              <w:rPr>
                <w:color w:val="auto"/>
              </w:rPr>
              <w:t xml:space="preserve"> pharmacy prescriptions. No error messages should be returned.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1D1ED4" w:rsidRPr="008543A8" w:rsidRDefault="001D1ED4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1D1ED4" w:rsidRPr="008543A8" w:rsidRDefault="00706BC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step/prompt.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5768B4" w:rsidRPr="008543A8" w:rsidRDefault="005768B4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5768B4" w:rsidRPr="008543A8" w:rsidRDefault="00706BC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5483C" w:rsidRPr="008543A8" w:rsidRDefault="00B5483C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If prompted for ‘RX PATIENT </w:t>
            </w:r>
            <w:proofErr w:type="gramStart"/>
            <w:r w:rsidRPr="00FF50DA">
              <w:rPr>
                <w:color w:val="auto"/>
              </w:rPr>
              <w:t>STATUS’,</w:t>
            </w:r>
            <w:proofErr w:type="gramEnd"/>
            <w:r w:rsidRPr="00FF50DA">
              <w:rPr>
                <w:color w:val="auto"/>
              </w:rPr>
              <w:t xml:space="preserve"> press &lt;return&gt; if there is a default. Select a valid eligibility if none currently exist.</w:t>
            </w:r>
          </w:p>
        </w:tc>
        <w:tc>
          <w:tcPr>
            <w:tcW w:w="423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68B4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768B4" w:rsidRDefault="005768B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423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D373DA" w:rsidRPr="008543A8" w:rsidRDefault="00D373DA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373DA" w:rsidRPr="008543A8" w:rsidRDefault="00706BC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B5483C" w:rsidRPr="008543A8" w:rsidRDefault="00B5483C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423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73DA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373DA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taken to the medication list.</w:t>
            </w:r>
          </w:p>
        </w:tc>
        <w:tc>
          <w:tcPr>
            <w:tcW w:w="423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7976FD" w:rsidRPr="00457F69" w:rsidRDefault="007976FD" w:rsidP="00457F69">
            <w:pPr>
              <w:pStyle w:val="ListNumber"/>
            </w:pPr>
          </w:p>
        </w:tc>
        <w:tc>
          <w:tcPr>
            <w:tcW w:w="3760" w:type="pct"/>
            <w:tcBorders>
              <w:bottom w:val="single" w:sz="4" w:space="0" w:color="auto"/>
            </w:tcBorders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976FD" w:rsidRPr="00457F69" w:rsidRDefault="00706BC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6BC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06BC9" w:rsidRPr="00457F69" w:rsidRDefault="00706BC9" w:rsidP="00706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Attempt to refill a different prescription using PSO LM BACKDOOR ORDERS</w:t>
            </w: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06BC9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06BC9" w:rsidRPr="00780967" w:rsidRDefault="00706BC9" w:rsidP="00706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6BC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r_ansi" w:hAnsi="r_ansi"/>
                <w:sz w:val="20"/>
                <w:szCs w:val="20"/>
                <w:u w:val="single"/>
              </w:rPr>
              <w:t xml:space="preserve">            Oct 02, 2017@12:33:13          Page:    1 of    5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TEST,HERRING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 PID: XXX-XX-XXXX    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Ht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(cm): _______ (______)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DOB: JAN 1,1960 (57)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Wt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(kg): _______ (______)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SEX: FEMALE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CrCL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: &lt;Not Found&gt;                               BSA (m2): _______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                                                    ISSUE  LAST REF DAY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#  RX #         DRUG                                 QTY ST  DATE  FILL REM SUP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  <w:u w:val="single"/>
              </w:rPr>
              <w:t xml:space="preserve">                         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-------------------------------------ACTIVE-------------------------------------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1 2718953       ACETAMINOPHEN 325MG TAB               30 A&gt; 04-06 09-19   8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2 2718958       ACETAMINOPHEN 650MG SUPPOSITORY       30 A  04-20 09-19  10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3 2718950$      AMOXICILLIN 250MG CAP                 30 A  12-25 08-04   9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4 2718954$      IBUPROFEN 600MG TAB                   30 A&gt; 04-11 09-29  10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5 2718965       KETOROLAC 30MG/ML 1ML VIAL            30 A  04-25 08-04  10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6 2718952$      LISINOPRIL 10MG TAB                   30 A&gt; 01-26 08-04   8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7 2718951$      METHYLTESTOSTERONE 10MG CAP           30 E  01-07 03-13   3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8 2719079       SIMVASTATIN 10MG TAB                  15 A&gt; 04-30 04-30  11  30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----------------------------------NON-VERIFIED----------------------------------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+         </w:t>
            </w:r>
            <w:proofErr w:type="gramStart"/>
            <w:r>
              <w:rPr>
                <w:rFonts w:ascii="r_ansi" w:hAnsi="r_ansi"/>
                <w:sz w:val="20"/>
                <w:szCs w:val="20"/>
              </w:rPr>
              <w:t>Enter ??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for more actions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PU  Patient Record Update               NO  New Order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PI  Patient Information                 SO  Select Order</w:t>
            </w:r>
          </w:p>
          <w:p w:rsidR="00706BC9" w:rsidRPr="00780967" w:rsidRDefault="00706BC9" w:rsidP="00706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06BC9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706BC9" w:rsidRPr="00457F69" w:rsidRDefault="00706BC9" w:rsidP="00706BC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706BC9" w:rsidRDefault="00706BC9" w:rsidP="00706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6BC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06BC9" w:rsidRPr="00706BC9" w:rsidRDefault="00706BC9" w:rsidP="00706BC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Action: Next Screen// 18     </w:t>
            </w: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06BC9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06BC9" w:rsidRDefault="00706BC9" w:rsidP="00706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6BC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  <w:u w:val="single"/>
              </w:rPr>
              <w:t>REMOTE OP Medications (ACTIVE)</w:t>
            </w:r>
            <w:r>
              <w:rPr>
                <w:rFonts w:ascii="r_ansi" w:hAnsi="r_ansi"/>
                <w:sz w:val="20"/>
                <w:szCs w:val="20"/>
                <w:u w:val="single"/>
              </w:rPr>
              <w:t xml:space="preserve">Oct 02, 2017@12:33:16          Page:    1 of    1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TEST,HERRING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 PID: XXX-XX-XXXX    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Ht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(cm): _______ (______)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DOB: JAN 1,1960 (57)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Wt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(kg): _______ (______)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SEX: FEMALE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CrCL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: &lt;Not Found&gt;                               BSA (m2): _______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Site #: 983(CHYSHR TEST LAB)                                           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Rx #: 10000379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Drug Name: CALAMINE LOTION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Days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 Supply: 30      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Quantity: 50      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Refills: 11      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Expiration Date: 07/14/18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Issue Date: 07/13/17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Stop Date: 07/14/18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Last Fill Date: 07/13/17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Sig: APPLY LIBERAL AMOUNT TO AFFECTED AREA AS NEEDED FOR 4 DAYS,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   THEN APPLY SMALL AMOUNT AS NEEDED FOR 3 WEEKS DO NOT EAT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   THIS STUFF                                                      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 </w:t>
            </w:r>
            <w:proofErr w:type="gramStart"/>
            <w:r>
              <w:rPr>
                <w:rFonts w:ascii="r_ansi" w:hAnsi="r_ansi"/>
                <w:sz w:val="20"/>
                <w:szCs w:val="20"/>
              </w:rPr>
              <w:t>Enter ??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for more actions                                             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RF   Refill Rx from Another VA Pharmacy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   Partial Fill Rx from Another VA Pharmacy</w:t>
            </w:r>
          </w:p>
          <w:p w:rsidR="00706BC9" w:rsidRDefault="00706BC9" w:rsidP="00706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06BC9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 w:val="restart"/>
            <w:shd w:val="clear" w:color="auto" w:fill="auto"/>
          </w:tcPr>
          <w:p w:rsidR="00706BC9" w:rsidRPr="00457F69" w:rsidRDefault="00706BC9" w:rsidP="00706BC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706BC9" w:rsidRDefault="00706BC9" w:rsidP="00706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6BC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1338DB" w:rsidRDefault="001338DB" w:rsidP="001338D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Action:Quit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// PR   Partial Fill Rx from Another VA Pharmacy  </w:t>
            </w:r>
          </w:p>
          <w:p w:rsidR="00706BC9" w:rsidRPr="00457F69" w:rsidRDefault="00706BC9" w:rsidP="00706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06BC9" w:rsidRPr="00457F69" w:rsidTr="003D08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06BC9" w:rsidRDefault="00706BC9" w:rsidP="00706B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6BC9" w:rsidRPr="00457F69" w:rsidTr="003D08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pct"/>
            <w:vMerge/>
            <w:shd w:val="clear" w:color="auto" w:fill="auto"/>
          </w:tcPr>
          <w:p w:rsidR="00706BC9" w:rsidRPr="00457F69" w:rsidRDefault="00706BC9" w:rsidP="00706BC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Remote site drug name: CALAMINE LOTION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Matching Drug Found for Dispensing: CALAMINE LOTION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Would you like to use the system matched drug for this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proofErr w:type="gramStart"/>
            <w:r>
              <w:rPr>
                <w:rFonts w:ascii="r_ansi" w:hAnsi="r_ansi"/>
                <w:sz w:val="20"/>
                <w:szCs w:val="20"/>
              </w:rPr>
              <w:t>refill/partial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fill? NO// YES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Enter Quantity:  1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DAYS SUPPLY:  1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PHARMACIST Name: BUTLER,BRANDON L//        BB     192     BAY PINES TEST 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LAB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REMARKS: F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Processing partial fill request. Please be patient as it may take a moment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proofErr w:type="gramStart"/>
            <w:r>
              <w:rPr>
                <w:rFonts w:ascii="r_ansi" w:hAnsi="r_ansi"/>
                <w:sz w:val="20"/>
                <w:szCs w:val="20"/>
              </w:rPr>
              <w:t>for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the host site to respond and generate your label data...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TRANSACTION SUCCESSFUL...  The partial for RX #10000379 has been recorded on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proofErr w:type="gramStart"/>
            <w:r>
              <w:rPr>
                <w:rFonts w:ascii="r_ansi" w:hAnsi="r_ansi"/>
                <w:sz w:val="20"/>
                <w:szCs w:val="20"/>
              </w:rPr>
              <w:t>the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prescription at the host system.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Select a printer to generate the label or '^' to bypass printing.</w:t>
            </w: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D80D6B" w:rsidRDefault="00D80D6B" w:rsidP="00D80D6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QUEUE TO PRINT ON</w:t>
            </w:r>
          </w:p>
          <w:p w:rsidR="00706BC9" w:rsidRPr="001338DB" w:rsidRDefault="00D80D6B" w:rsidP="00706B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r_ansi" w:hAnsi="r_ansi"/>
                <w:sz w:val="20"/>
                <w:szCs w:val="20"/>
              </w:rPr>
              <w:t>DEVICE:</w:t>
            </w:r>
          </w:p>
        </w:tc>
        <w:tc>
          <w:tcPr>
            <w:tcW w:w="423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06BC9" w:rsidRPr="00457F69" w:rsidRDefault="00706BC9" w:rsidP="00706B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8C" w:rsidRDefault="00B27F8C" w:rsidP="00856B83">
      <w:pPr>
        <w:spacing w:after="0" w:line="240" w:lineRule="auto"/>
      </w:pPr>
      <w:r>
        <w:separator/>
      </w:r>
    </w:p>
  </w:endnote>
  <w:endnote w:type="continuationSeparator" w:id="0">
    <w:p w:rsidR="00B27F8C" w:rsidRDefault="00B27F8C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BC9" w:rsidRPr="00A01591" w:rsidRDefault="00706BC9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0E07DC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  <w:t>August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706BC9" w:rsidRDefault="00706BC9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BC9" w:rsidRPr="00A01591" w:rsidRDefault="00706BC9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197FEE">
      <w:rPr>
        <w:rFonts w:cs="Arial"/>
        <w:noProof/>
        <w:sz w:val="20"/>
        <w:szCs w:val="20"/>
      </w:rPr>
      <w:t>3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  <w:t>August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706BC9" w:rsidRPr="000E1F13" w:rsidRDefault="00706BC9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8C" w:rsidRDefault="00B27F8C" w:rsidP="00856B83">
      <w:pPr>
        <w:spacing w:after="0" w:line="240" w:lineRule="auto"/>
      </w:pPr>
      <w:r>
        <w:separator/>
      </w:r>
    </w:p>
  </w:footnote>
  <w:footnote w:type="continuationSeparator" w:id="0">
    <w:p w:rsidR="00B27F8C" w:rsidRDefault="00B27F8C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4400CDB"/>
    <w:multiLevelType w:val="hybridMultilevel"/>
    <w:tmpl w:val="AFEA325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18"/>
  </w:num>
  <w:num w:numId="14">
    <w:abstractNumId w:val="15"/>
  </w:num>
  <w:num w:numId="15">
    <w:abstractNumId w:val="11"/>
  </w:num>
  <w:num w:numId="16">
    <w:abstractNumId w:val="14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3EA7"/>
    <w:rsid w:val="000244F2"/>
    <w:rsid w:val="00024CDA"/>
    <w:rsid w:val="000505C7"/>
    <w:rsid w:val="00056F08"/>
    <w:rsid w:val="00067430"/>
    <w:rsid w:val="00070E8A"/>
    <w:rsid w:val="00090B61"/>
    <w:rsid w:val="0009679E"/>
    <w:rsid w:val="000A042F"/>
    <w:rsid w:val="000A2448"/>
    <w:rsid w:val="000B024E"/>
    <w:rsid w:val="000B2426"/>
    <w:rsid w:val="000B31A7"/>
    <w:rsid w:val="000C1212"/>
    <w:rsid w:val="000C162C"/>
    <w:rsid w:val="000C61BD"/>
    <w:rsid w:val="000D36F1"/>
    <w:rsid w:val="000D5F57"/>
    <w:rsid w:val="000E07DC"/>
    <w:rsid w:val="000E1F13"/>
    <w:rsid w:val="000E2579"/>
    <w:rsid w:val="00113F46"/>
    <w:rsid w:val="0012167A"/>
    <w:rsid w:val="00122DFC"/>
    <w:rsid w:val="0012530A"/>
    <w:rsid w:val="001338DB"/>
    <w:rsid w:val="00144527"/>
    <w:rsid w:val="00144D45"/>
    <w:rsid w:val="00146CAA"/>
    <w:rsid w:val="001707E9"/>
    <w:rsid w:val="00172921"/>
    <w:rsid w:val="0018097D"/>
    <w:rsid w:val="00186C22"/>
    <w:rsid w:val="00190BAE"/>
    <w:rsid w:val="00193F7E"/>
    <w:rsid w:val="00195ED1"/>
    <w:rsid w:val="00197FEE"/>
    <w:rsid w:val="001C4894"/>
    <w:rsid w:val="001D0085"/>
    <w:rsid w:val="001D1ED4"/>
    <w:rsid w:val="001D3247"/>
    <w:rsid w:val="001D3359"/>
    <w:rsid w:val="001F3384"/>
    <w:rsid w:val="00202F5E"/>
    <w:rsid w:val="00210B49"/>
    <w:rsid w:val="002156B2"/>
    <w:rsid w:val="002351AB"/>
    <w:rsid w:val="00236A3D"/>
    <w:rsid w:val="00264710"/>
    <w:rsid w:val="002657AC"/>
    <w:rsid w:val="002666BE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50E7E"/>
    <w:rsid w:val="00365AE2"/>
    <w:rsid w:val="0038065E"/>
    <w:rsid w:val="0039199A"/>
    <w:rsid w:val="00393E15"/>
    <w:rsid w:val="003A5A3A"/>
    <w:rsid w:val="003B22C1"/>
    <w:rsid w:val="003B5D58"/>
    <w:rsid w:val="003C13DF"/>
    <w:rsid w:val="003C6B51"/>
    <w:rsid w:val="003D0826"/>
    <w:rsid w:val="003E19BB"/>
    <w:rsid w:val="003F5B94"/>
    <w:rsid w:val="0040381E"/>
    <w:rsid w:val="0041073F"/>
    <w:rsid w:val="00434712"/>
    <w:rsid w:val="00435019"/>
    <w:rsid w:val="00437A98"/>
    <w:rsid w:val="00441315"/>
    <w:rsid w:val="00443D17"/>
    <w:rsid w:val="00457F69"/>
    <w:rsid w:val="004777EB"/>
    <w:rsid w:val="0048031B"/>
    <w:rsid w:val="004806CC"/>
    <w:rsid w:val="004905DB"/>
    <w:rsid w:val="0049298A"/>
    <w:rsid w:val="004B62CE"/>
    <w:rsid w:val="00511CE6"/>
    <w:rsid w:val="005140F7"/>
    <w:rsid w:val="00514CB2"/>
    <w:rsid w:val="0052542B"/>
    <w:rsid w:val="00530692"/>
    <w:rsid w:val="005334D9"/>
    <w:rsid w:val="005462D7"/>
    <w:rsid w:val="00557A19"/>
    <w:rsid w:val="00570185"/>
    <w:rsid w:val="0057304B"/>
    <w:rsid w:val="005768B4"/>
    <w:rsid w:val="005815EE"/>
    <w:rsid w:val="005843CD"/>
    <w:rsid w:val="00586A95"/>
    <w:rsid w:val="00596D78"/>
    <w:rsid w:val="005A17DC"/>
    <w:rsid w:val="005B3C0D"/>
    <w:rsid w:val="005C714A"/>
    <w:rsid w:val="005E2B16"/>
    <w:rsid w:val="005E525B"/>
    <w:rsid w:val="00601879"/>
    <w:rsid w:val="006131A6"/>
    <w:rsid w:val="00613E48"/>
    <w:rsid w:val="006406DC"/>
    <w:rsid w:val="00665245"/>
    <w:rsid w:val="00665292"/>
    <w:rsid w:val="0066795A"/>
    <w:rsid w:val="00672BDC"/>
    <w:rsid w:val="00687CD2"/>
    <w:rsid w:val="006A5447"/>
    <w:rsid w:val="006B3BF3"/>
    <w:rsid w:val="006C57BB"/>
    <w:rsid w:val="006C6119"/>
    <w:rsid w:val="00706BC9"/>
    <w:rsid w:val="00716D8A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D7F53"/>
    <w:rsid w:val="007E0E9D"/>
    <w:rsid w:val="007E2D87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47E6"/>
    <w:rsid w:val="008361FD"/>
    <w:rsid w:val="008543A8"/>
    <w:rsid w:val="00856B83"/>
    <w:rsid w:val="00884A55"/>
    <w:rsid w:val="008947CE"/>
    <w:rsid w:val="008C1B2E"/>
    <w:rsid w:val="009158F2"/>
    <w:rsid w:val="0095548D"/>
    <w:rsid w:val="00983B3F"/>
    <w:rsid w:val="00986A5E"/>
    <w:rsid w:val="009A297E"/>
    <w:rsid w:val="009C601D"/>
    <w:rsid w:val="009F2978"/>
    <w:rsid w:val="009F6B1C"/>
    <w:rsid w:val="00A01591"/>
    <w:rsid w:val="00A22E60"/>
    <w:rsid w:val="00A34743"/>
    <w:rsid w:val="00A5122D"/>
    <w:rsid w:val="00A5188E"/>
    <w:rsid w:val="00A557B9"/>
    <w:rsid w:val="00A70C8C"/>
    <w:rsid w:val="00A75D4F"/>
    <w:rsid w:val="00A81B58"/>
    <w:rsid w:val="00A95DE2"/>
    <w:rsid w:val="00AA025E"/>
    <w:rsid w:val="00AA29CD"/>
    <w:rsid w:val="00AB5E58"/>
    <w:rsid w:val="00AD48AB"/>
    <w:rsid w:val="00AE0D4A"/>
    <w:rsid w:val="00AF2C21"/>
    <w:rsid w:val="00B267AC"/>
    <w:rsid w:val="00B27F8C"/>
    <w:rsid w:val="00B50F40"/>
    <w:rsid w:val="00B5483C"/>
    <w:rsid w:val="00B6286A"/>
    <w:rsid w:val="00B719B4"/>
    <w:rsid w:val="00B72006"/>
    <w:rsid w:val="00BC6289"/>
    <w:rsid w:val="00BC6295"/>
    <w:rsid w:val="00BE14F8"/>
    <w:rsid w:val="00BE6DA0"/>
    <w:rsid w:val="00BF434C"/>
    <w:rsid w:val="00BF7635"/>
    <w:rsid w:val="00C106AD"/>
    <w:rsid w:val="00C31A76"/>
    <w:rsid w:val="00C3401A"/>
    <w:rsid w:val="00C4199A"/>
    <w:rsid w:val="00C42907"/>
    <w:rsid w:val="00C46329"/>
    <w:rsid w:val="00C53A06"/>
    <w:rsid w:val="00C57B21"/>
    <w:rsid w:val="00C72523"/>
    <w:rsid w:val="00C80FD5"/>
    <w:rsid w:val="00C84170"/>
    <w:rsid w:val="00C85163"/>
    <w:rsid w:val="00CA3D6E"/>
    <w:rsid w:val="00CA5C24"/>
    <w:rsid w:val="00CC183A"/>
    <w:rsid w:val="00CC3D8F"/>
    <w:rsid w:val="00CD0729"/>
    <w:rsid w:val="00CD4582"/>
    <w:rsid w:val="00CE378A"/>
    <w:rsid w:val="00CE5513"/>
    <w:rsid w:val="00CF34C2"/>
    <w:rsid w:val="00D0011F"/>
    <w:rsid w:val="00D2114B"/>
    <w:rsid w:val="00D21F5C"/>
    <w:rsid w:val="00D34545"/>
    <w:rsid w:val="00D373DA"/>
    <w:rsid w:val="00D515DC"/>
    <w:rsid w:val="00D56AB0"/>
    <w:rsid w:val="00D623CB"/>
    <w:rsid w:val="00D66D21"/>
    <w:rsid w:val="00D70935"/>
    <w:rsid w:val="00D76F3F"/>
    <w:rsid w:val="00D80D6B"/>
    <w:rsid w:val="00D83A34"/>
    <w:rsid w:val="00DA6A6D"/>
    <w:rsid w:val="00DB7026"/>
    <w:rsid w:val="00DC3219"/>
    <w:rsid w:val="00DC6C34"/>
    <w:rsid w:val="00DD4758"/>
    <w:rsid w:val="00DF0702"/>
    <w:rsid w:val="00DF3357"/>
    <w:rsid w:val="00E1337E"/>
    <w:rsid w:val="00E15739"/>
    <w:rsid w:val="00E25188"/>
    <w:rsid w:val="00E2772A"/>
    <w:rsid w:val="00E52DDB"/>
    <w:rsid w:val="00E61D0A"/>
    <w:rsid w:val="00E74E11"/>
    <w:rsid w:val="00E75098"/>
    <w:rsid w:val="00E900EC"/>
    <w:rsid w:val="00E90959"/>
    <w:rsid w:val="00E930FB"/>
    <w:rsid w:val="00E9569D"/>
    <w:rsid w:val="00EA7C50"/>
    <w:rsid w:val="00EB4B73"/>
    <w:rsid w:val="00EC74EA"/>
    <w:rsid w:val="00EE6EFD"/>
    <w:rsid w:val="00EE72D8"/>
    <w:rsid w:val="00EF0B45"/>
    <w:rsid w:val="00EF40FE"/>
    <w:rsid w:val="00F11397"/>
    <w:rsid w:val="00F16735"/>
    <w:rsid w:val="00F22652"/>
    <w:rsid w:val="00F24B75"/>
    <w:rsid w:val="00F356C4"/>
    <w:rsid w:val="00F40374"/>
    <w:rsid w:val="00F46DF6"/>
    <w:rsid w:val="00F53E89"/>
    <w:rsid w:val="00F65AB4"/>
    <w:rsid w:val="00F96199"/>
    <w:rsid w:val="00F974D5"/>
    <w:rsid w:val="00FA4C8F"/>
    <w:rsid w:val="00FA5037"/>
    <w:rsid w:val="00FA67A9"/>
    <w:rsid w:val="00FB6EA5"/>
    <w:rsid w:val="00FB78AB"/>
    <w:rsid w:val="00FC37BC"/>
    <w:rsid w:val="00FC4C86"/>
    <w:rsid w:val="00FE5351"/>
    <w:rsid w:val="00FF2823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FAE06F4-1B55-4350-B631-95982D4F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</Template>
  <TotalTime>24</TotalTime>
  <Pages>11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McGovern, Joseph (Technatomy)</cp:lastModifiedBy>
  <cp:revision>12</cp:revision>
  <dcterms:created xsi:type="dcterms:W3CDTF">2017-10-02T21:43:00Z</dcterms:created>
  <dcterms:modified xsi:type="dcterms:W3CDTF">2017-10-16T01:24:00Z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